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6 - Wzór umowy powierzenia przetwarzania danych.docx</dmsv2BaseFileName>
    <dmsv2BaseDisplayName xmlns="http://schemas.microsoft.com/sharepoint/v3">Załącznik nr 6 - Wzór umowy powierzenia przetwarzania danych</dmsv2BaseDisplayName>
    <dmsv2SWPP2ObjectNumber xmlns="http://schemas.microsoft.com/sharepoint/v3">POST/DYS/OLD/GZ/00194/2026                        </dmsv2SWPP2ObjectNumber>
    <dmsv2SWPP2SumMD5 xmlns="http://schemas.microsoft.com/sharepoint/v3">5d1f3325b7d8bc21b683d1780e5ca131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JEUP5JKVCYQC-1398355148-6731</_dlc_DocId>
    <_dlc_DocIdUrl xmlns="a19cb1c7-c5c7-46d4-85ae-d83685407bba">
      <Url>https://swpp2.dms.gkpge.pl/sites/41/_layouts/15/DocIdRedir.aspx?ID=JEUP5JKVCYQC-1398355148-6731</Url>
      <Description>JEUP5JKVCYQC-1398355148-6731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1B7770D-8475-47A5-96A0-83AAE0A2F75C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6FE5FE8-AD32-4344-B3F0-3C79EA1D254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1d0e34f2-81d4-4b77-9a85-0777d5a92877</vt:lpwstr>
  </property>
</Properties>
</file>